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60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025AB9" w14:textId="77777777" w:rsidTr="002E024C">
        <w:trPr>
          <w:trHeight w:val="448"/>
        </w:trPr>
        <w:tc>
          <w:tcPr>
            <w:tcW w:w="2689" w:type="dxa"/>
          </w:tcPr>
          <w:p w14:paraId="642DDA0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1274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0710F18" w14:textId="77777777" w:rsidTr="00146EEC">
        <w:tc>
          <w:tcPr>
            <w:tcW w:w="2689" w:type="dxa"/>
          </w:tcPr>
          <w:p w14:paraId="365F29C6" w14:textId="4649A4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519C4">
              <w:t>1</w:t>
            </w:r>
          </w:p>
        </w:tc>
        <w:tc>
          <w:tcPr>
            <w:tcW w:w="6939" w:type="dxa"/>
          </w:tcPr>
          <w:p w14:paraId="7BD25E1A" w14:textId="1244469C" w:rsidR="00F1480E" w:rsidRPr="000754EC" w:rsidRDefault="002E024C" w:rsidP="000754EC">
            <w:pPr>
              <w:pStyle w:val="SIText"/>
            </w:pPr>
            <w:r>
              <w:t>This version released with</w:t>
            </w:r>
            <w:r w:rsidRPr="002E024C">
              <w:t xml:space="preserve"> FBP Food, Beverage and Pharmaceuticals Training Package version </w:t>
            </w:r>
            <w:r w:rsidR="00A736B8">
              <w:t>2</w:t>
            </w:r>
            <w:r w:rsidRPr="002E024C">
              <w:t>.0.</w:t>
            </w:r>
          </w:p>
        </w:tc>
      </w:tr>
    </w:tbl>
    <w:p w14:paraId="1C5CEB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E024C" w:rsidRPr="00963A46" w14:paraId="54419E6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3B4270D" w14:textId="4BDBF890" w:rsidR="002E024C" w:rsidRPr="002E024C" w:rsidRDefault="00263D8F" w:rsidP="002E024C">
            <w:pPr>
              <w:pStyle w:val="SIUNITCODE"/>
            </w:pPr>
            <w:r>
              <w:t>FBPVIT</w:t>
            </w:r>
            <w:r w:rsidR="002E024C" w:rsidRPr="002E024C">
              <w:t>2007</w:t>
            </w:r>
          </w:p>
        </w:tc>
        <w:tc>
          <w:tcPr>
            <w:tcW w:w="3604" w:type="pct"/>
            <w:shd w:val="clear" w:color="auto" w:fill="auto"/>
          </w:tcPr>
          <w:p w14:paraId="214AF910" w14:textId="77777777" w:rsidR="002E024C" w:rsidRPr="002E024C" w:rsidRDefault="002E024C" w:rsidP="002E024C">
            <w:pPr>
              <w:pStyle w:val="SIUnittitle"/>
            </w:pPr>
            <w:proofErr w:type="spellStart"/>
            <w:r w:rsidRPr="00372C34">
              <w:t>Tend</w:t>
            </w:r>
            <w:proofErr w:type="spellEnd"/>
            <w:r w:rsidRPr="00372C34">
              <w:t xml:space="preserve"> containerised nursery plants</w:t>
            </w:r>
          </w:p>
        </w:tc>
      </w:tr>
      <w:tr w:rsidR="00F1480E" w:rsidRPr="00963A46" w14:paraId="0763E9F2" w14:textId="77777777" w:rsidTr="00CA2922">
        <w:tc>
          <w:tcPr>
            <w:tcW w:w="1396" w:type="pct"/>
            <w:shd w:val="clear" w:color="auto" w:fill="auto"/>
          </w:tcPr>
          <w:p w14:paraId="1BB2D578" w14:textId="605C49E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6B42EA4" w14:textId="559EE9B0" w:rsidR="002E024C" w:rsidRPr="002E024C" w:rsidRDefault="002E024C" w:rsidP="00BF28F0">
            <w:pPr>
              <w:pStyle w:val="SIText"/>
            </w:pPr>
            <w:r>
              <w:t xml:space="preserve">This unit </w:t>
            </w:r>
            <w:r w:rsidRPr="002E024C">
              <w:t>of competency describes the skills and knowledge required to tend containerised nursery plants.</w:t>
            </w:r>
            <w:r w:rsidR="00BB79B9">
              <w:br/>
            </w:r>
          </w:p>
          <w:p w14:paraId="396E1F72" w14:textId="4C77EF85" w:rsidR="002E024C" w:rsidRPr="002E024C" w:rsidRDefault="002E024C" w:rsidP="00BF28F0">
            <w:pPr>
              <w:pStyle w:val="SIText"/>
            </w:pPr>
            <w:r>
              <w:t xml:space="preserve">The </w:t>
            </w:r>
            <w:r w:rsidRPr="002E024C">
              <w:t>unit applies to workers in wine grape nurseries who work under general supervision, with limited autonomy and accountability for their own work.</w:t>
            </w:r>
            <w:r w:rsidR="00BB79B9">
              <w:br/>
            </w:r>
          </w:p>
          <w:p w14:paraId="50B93866" w14:textId="302C8F18" w:rsidR="002E024C" w:rsidRPr="002E024C" w:rsidRDefault="002E024C" w:rsidP="00BF28F0">
            <w:pPr>
              <w:pStyle w:val="SIText"/>
            </w:pPr>
            <w:r>
              <w:t>No occupational licensing, legislative or certification requirements are known to apply to this unit at the time of publication.</w:t>
            </w:r>
            <w:r w:rsidR="00BB79B9">
              <w:br/>
            </w:r>
          </w:p>
          <w:p w14:paraId="6CB56EAE" w14:textId="102C5E0D" w:rsidR="00F1480E" w:rsidRPr="000754EC" w:rsidRDefault="00BB79B9" w:rsidP="00BB79B9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61ED0F66" w14:textId="77777777" w:rsidTr="00CA2922">
        <w:tc>
          <w:tcPr>
            <w:tcW w:w="1396" w:type="pct"/>
            <w:shd w:val="clear" w:color="auto" w:fill="auto"/>
          </w:tcPr>
          <w:p w14:paraId="1F12AF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E658E5" w14:textId="1120D1BF" w:rsidR="00F1480E" w:rsidRPr="000754EC" w:rsidRDefault="002E024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2AB15A1" w14:textId="77777777" w:rsidTr="00CA2922">
        <w:tc>
          <w:tcPr>
            <w:tcW w:w="1396" w:type="pct"/>
            <w:shd w:val="clear" w:color="auto" w:fill="auto"/>
          </w:tcPr>
          <w:p w14:paraId="5E749D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C996CD" w14:textId="331B48A1" w:rsidR="00F1480E" w:rsidRPr="000754EC" w:rsidRDefault="00263D8F" w:rsidP="00263D8F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5869B5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288B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C9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5D4B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5A29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15D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19EB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024C" w:rsidRPr="00963A46" w14:paraId="54D56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74261" w14:textId="77777777" w:rsidR="002E024C" w:rsidRPr="002E024C" w:rsidRDefault="002E024C" w:rsidP="00330B1B">
            <w:pPr>
              <w:pStyle w:val="SIText"/>
            </w:pPr>
            <w:r w:rsidRPr="002E024C">
              <w:t>1. Maintain nursery facilities</w:t>
            </w:r>
          </w:p>
        </w:tc>
        <w:tc>
          <w:tcPr>
            <w:tcW w:w="3604" w:type="pct"/>
            <w:shd w:val="clear" w:color="auto" w:fill="auto"/>
          </w:tcPr>
          <w:p w14:paraId="1EBA817F" w14:textId="77777777" w:rsidR="002E024C" w:rsidRPr="002E024C" w:rsidRDefault="002E024C" w:rsidP="002E024C">
            <w:pPr>
              <w:pStyle w:val="SIText"/>
            </w:pPr>
            <w:r w:rsidRPr="002E024C">
              <w:t>1.1 Confirm work instructions and identify potential work health and safety (WHS) hazards and controls with supervisor</w:t>
            </w:r>
          </w:p>
          <w:p w14:paraId="74069B28" w14:textId="77777777" w:rsidR="002E024C" w:rsidRDefault="002E024C" w:rsidP="002E024C">
            <w:pPr>
              <w:pStyle w:val="SIText"/>
            </w:pPr>
            <w:r w:rsidRPr="002E024C">
              <w:t>1.2 Select and use appropriate personal protective equipment</w:t>
            </w:r>
          </w:p>
          <w:p w14:paraId="48805CD4" w14:textId="6534AFDD" w:rsidR="007439FF" w:rsidRPr="00627EF8" w:rsidRDefault="007439FF" w:rsidP="002E024C">
            <w:pPr>
              <w:pStyle w:val="SIText"/>
              <w:rPr>
                <w:rFonts w:eastAsiaTheme="minorHAnsi"/>
                <w:lang w:val="en-US"/>
              </w:rPr>
            </w:pPr>
            <w:r w:rsidRPr="007439FF">
              <w:rPr>
                <w:rFonts w:eastAsiaTheme="minorHAnsi"/>
                <w:lang w:val="en-US"/>
              </w:rPr>
              <w:t xml:space="preserve">1.3 Undertake work in accordance with relevant material safety data sheets (MSDS) workplace environmental guidelines </w:t>
            </w:r>
          </w:p>
          <w:p w14:paraId="3C7B4C4F" w14:textId="38BE23D4" w:rsidR="002E024C" w:rsidRPr="002E024C" w:rsidRDefault="002E024C" w:rsidP="002E024C">
            <w:pPr>
              <w:pStyle w:val="SIText"/>
            </w:pPr>
            <w:r w:rsidRPr="002E024C">
              <w:t>1.</w:t>
            </w:r>
            <w:r w:rsidR="007439FF">
              <w:t>4</w:t>
            </w:r>
            <w:r w:rsidRPr="002E024C">
              <w:t xml:space="preserve"> Maintain irrigation system according to workplace procedures</w:t>
            </w:r>
          </w:p>
          <w:p w14:paraId="612B596D" w14:textId="71713F99" w:rsidR="002E024C" w:rsidRPr="002E024C" w:rsidRDefault="002E024C" w:rsidP="002E024C">
            <w:pPr>
              <w:pStyle w:val="SIText"/>
            </w:pPr>
            <w:r w:rsidRPr="002E024C">
              <w:t>1.</w:t>
            </w:r>
            <w:r w:rsidR="007439FF">
              <w:t>5</w:t>
            </w:r>
            <w:r w:rsidRPr="002E024C">
              <w:t xml:space="preserve"> Check temperature controls against instructions</w:t>
            </w:r>
          </w:p>
          <w:p w14:paraId="7C9AAC6B" w14:textId="4C71D487" w:rsidR="002E024C" w:rsidRPr="002E024C" w:rsidRDefault="002E024C" w:rsidP="00776F6B">
            <w:pPr>
              <w:pStyle w:val="SIText"/>
            </w:pPr>
            <w:r w:rsidRPr="002E024C">
              <w:t>1.</w:t>
            </w:r>
            <w:r w:rsidR="007439FF">
              <w:t>6</w:t>
            </w:r>
            <w:r w:rsidRPr="002E024C">
              <w:t xml:space="preserve"> Follow nursery hygiene requirements to minimise risk of contamination</w:t>
            </w:r>
          </w:p>
        </w:tc>
      </w:tr>
      <w:tr w:rsidR="002E024C" w:rsidRPr="00963A46" w14:paraId="3F7F5A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CA04D5" w14:textId="77777777" w:rsidR="002E024C" w:rsidRPr="002E024C" w:rsidRDefault="002E024C" w:rsidP="00330B1B">
            <w:pPr>
              <w:pStyle w:val="SIText"/>
            </w:pPr>
            <w:r w:rsidRPr="00A01729">
              <w:t xml:space="preserve">2. </w:t>
            </w:r>
            <w:r w:rsidRPr="002E024C">
              <w:t>Treat plants to maintain growth</w:t>
            </w:r>
          </w:p>
        </w:tc>
        <w:tc>
          <w:tcPr>
            <w:tcW w:w="3604" w:type="pct"/>
            <w:shd w:val="clear" w:color="auto" w:fill="auto"/>
          </w:tcPr>
          <w:p w14:paraId="53281CAB" w14:textId="77777777" w:rsidR="002E024C" w:rsidRPr="002E024C" w:rsidRDefault="002E024C" w:rsidP="002E024C">
            <w:pPr>
              <w:pStyle w:val="SIText"/>
            </w:pPr>
            <w:r w:rsidRPr="00A01729">
              <w:t xml:space="preserve">2.1 </w:t>
            </w:r>
            <w:r w:rsidRPr="002E024C">
              <w:t>Recognise and report common problems according to workplace procedures</w:t>
            </w:r>
          </w:p>
          <w:p w14:paraId="44E0BC4A" w14:textId="77777777" w:rsidR="002E024C" w:rsidRPr="002E024C" w:rsidRDefault="002E024C" w:rsidP="002E024C">
            <w:pPr>
              <w:pStyle w:val="SIText"/>
            </w:pPr>
            <w:r w:rsidRPr="00A01729">
              <w:t xml:space="preserve">2.2 </w:t>
            </w:r>
            <w:r w:rsidRPr="002E024C">
              <w:t>Select and safely use equipment and tools appropriate for the maintenance task</w:t>
            </w:r>
          </w:p>
          <w:p w14:paraId="7CA4397F" w14:textId="77777777" w:rsidR="002E024C" w:rsidRDefault="002E024C" w:rsidP="002E024C">
            <w:pPr>
              <w:pStyle w:val="SIText"/>
            </w:pPr>
            <w:r w:rsidRPr="00A01729">
              <w:t xml:space="preserve">2.3 </w:t>
            </w:r>
            <w:r w:rsidRPr="002E024C">
              <w:t>Ensure materials are available and ready for requirements</w:t>
            </w:r>
          </w:p>
          <w:p w14:paraId="1F93BCFB" w14:textId="63895969" w:rsidR="007439FF" w:rsidRPr="002E024C" w:rsidRDefault="007439FF" w:rsidP="002E024C">
            <w:pPr>
              <w:pStyle w:val="SIText"/>
            </w:pPr>
            <w:r>
              <w:t>2.4 Select, mix and apply chemical treatments safety in accordance with workplace practice</w:t>
            </w:r>
          </w:p>
          <w:p w14:paraId="433EBC71" w14:textId="45F310CA" w:rsidR="002E024C" w:rsidRPr="002E024C" w:rsidRDefault="002E024C" w:rsidP="002E024C">
            <w:pPr>
              <w:pStyle w:val="SIText"/>
            </w:pPr>
            <w:r w:rsidRPr="00A01729">
              <w:t>2.</w:t>
            </w:r>
            <w:r w:rsidR="007439FF">
              <w:t>5</w:t>
            </w:r>
            <w:r w:rsidRPr="00A01729">
              <w:t xml:space="preserve"> </w:t>
            </w:r>
            <w:r w:rsidRPr="002E024C">
              <w:t>Apply treatments according to instructions</w:t>
            </w:r>
          </w:p>
          <w:p w14:paraId="58D005E7" w14:textId="18D7F5BE" w:rsidR="002E024C" w:rsidRPr="002E024C" w:rsidRDefault="002E024C" w:rsidP="002E024C">
            <w:pPr>
              <w:pStyle w:val="SIText"/>
            </w:pPr>
            <w:r w:rsidRPr="00A01729">
              <w:t>2.</w:t>
            </w:r>
            <w:r w:rsidR="007439FF">
              <w:t xml:space="preserve">6 </w:t>
            </w:r>
            <w:r w:rsidRPr="002E024C">
              <w:t>Apply irrigation according to workplace practices</w:t>
            </w:r>
          </w:p>
        </w:tc>
      </w:tr>
      <w:tr w:rsidR="002E024C" w:rsidRPr="00963A46" w14:paraId="348AD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A8DC3" w14:textId="77777777" w:rsidR="002E024C" w:rsidRPr="002E024C" w:rsidRDefault="002E024C" w:rsidP="00330B1B">
            <w:pPr>
              <w:pStyle w:val="SIText"/>
            </w:pPr>
            <w:r w:rsidRPr="00A01729">
              <w:t xml:space="preserve">3. </w:t>
            </w:r>
            <w:r w:rsidRPr="002E024C">
              <w:t>Carry out post-treatment operations</w:t>
            </w:r>
          </w:p>
        </w:tc>
        <w:tc>
          <w:tcPr>
            <w:tcW w:w="3604" w:type="pct"/>
            <w:shd w:val="clear" w:color="auto" w:fill="auto"/>
          </w:tcPr>
          <w:p w14:paraId="76DD1B7F" w14:textId="77777777" w:rsidR="002E024C" w:rsidRPr="002E024C" w:rsidRDefault="002E024C" w:rsidP="002E024C">
            <w:pPr>
              <w:pStyle w:val="SIText"/>
            </w:pPr>
            <w:r w:rsidRPr="00A01729">
              <w:t xml:space="preserve">3.1 </w:t>
            </w:r>
            <w:r w:rsidRPr="002E024C">
              <w:t>Collect and dispose of waste according to workplace procedures</w:t>
            </w:r>
          </w:p>
          <w:p w14:paraId="1B74D70B" w14:textId="3400FA06" w:rsidR="002E024C" w:rsidRPr="002E024C" w:rsidRDefault="002E024C" w:rsidP="002E024C">
            <w:pPr>
              <w:pStyle w:val="SIText"/>
            </w:pPr>
            <w:r w:rsidRPr="00A01729">
              <w:t xml:space="preserve">3.2 </w:t>
            </w:r>
            <w:r w:rsidRPr="002E024C">
              <w:t xml:space="preserve">Shut down, clean and store equipment </w:t>
            </w:r>
            <w:r w:rsidR="00776F6B">
              <w:t>in accordance with workplace procedures</w:t>
            </w:r>
          </w:p>
          <w:p w14:paraId="6C6A76DE" w14:textId="77777777" w:rsidR="002E024C" w:rsidRPr="002E024C" w:rsidRDefault="002E024C" w:rsidP="002E024C">
            <w:pPr>
              <w:pStyle w:val="SIText"/>
            </w:pPr>
            <w:r w:rsidRPr="00A01729">
              <w:t xml:space="preserve">3.3 </w:t>
            </w:r>
            <w:r w:rsidRPr="002E024C">
              <w:t>Clean and sanitise facilities according to workplace procedures</w:t>
            </w:r>
          </w:p>
          <w:p w14:paraId="4B5F137D" w14:textId="77777777" w:rsidR="002E024C" w:rsidRPr="002E024C" w:rsidRDefault="002E024C" w:rsidP="002E024C">
            <w:pPr>
              <w:pStyle w:val="SIText"/>
            </w:pPr>
            <w:r w:rsidRPr="00A01729">
              <w:t xml:space="preserve">3.4 </w:t>
            </w:r>
            <w:r w:rsidRPr="002E024C">
              <w:t>Undertake work to comply with workplace environmental guidelines</w:t>
            </w:r>
          </w:p>
          <w:p w14:paraId="197B9188" w14:textId="77777777" w:rsidR="002E024C" w:rsidRPr="002E024C" w:rsidRDefault="002E024C" w:rsidP="002E024C">
            <w:pPr>
              <w:pStyle w:val="SIText"/>
            </w:pPr>
            <w:r>
              <w:t xml:space="preserve">3.5 </w:t>
            </w:r>
            <w:r w:rsidRPr="002E024C">
              <w:t>Record workplace information according to workplace procedures</w:t>
            </w:r>
          </w:p>
        </w:tc>
      </w:tr>
    </w:tbl>
    <w:p w14:paraId="4C61D412" w14:textId="77777777" w:rsidR="005F771F" w:rsidRDefault="005F771F" w:rsidP="005F771F">
      <w:pPr>
        <w:pStyle w:val="SIText"/>
      </w:pPr>
    </w:p>
    <w:p w14:paraId="6011A26F" w14:textId="77777777" w:rsidR="005F771F" w:rsidRPr="000754EC" w:rsidRDefault="005F771F" w:rsidP="000754EC">
      <w:r>
        <w:br w:type="page"/>
      </w:r>
    </w:p>
    <w:p w14:paraId="1F916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CCF4D2" w14:textId="77777777" w:rsidTr="00CA2922">
        <w:trPr>
          <w:tblHeader/>
        </w:trPr>
        <w:tc>
          <w:tcPr>
            <w:tcW w:w="5000" w:type="pct"/>
            <w:gridSpan w:val="2"/>
          </w:tcPr>
          <w:p w14:paraId="28DF35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61B56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30BED6" w14:textId="77777777" w:rsidTr="00CA2922">
        <w:trPr>
          <w:tblHeader/>
        </w:trPr>
        <w:tc>
          <w:tcPr>
            <w:tcW w:w="1396" w:type="pct"/>
          </w:tcPr>
          <w:p w14:paraId="1ED8D7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C6D6F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024C" w:rsidRPr="00336FCA" w:rsidDel="00423CB2" w14:paraId="5618C9FE" w14:textId="77777777" w:rsidTr="00CA2922">
        <w:tc>
          <w:tcPr>
            <w:tcW w:w="1396" w:type="pct"/>
          </w:tcPr>
          <w:p w14:paraId="0B15BEC9" w14:textId="77777777" w:rsidR="002E024C" w:rsidRPr="002E024C" w:rsidRDefault="002E024C" w:rsidP="002E024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C44CA7B" w14:textId="77777777" w:rsidR="002E024C" w:rsidRPr="002E024C" w:rsidRDefault="002E024C" w:rsidP="002E024C">
            <w:pPr>
              <w:pStyle w:val="SIBulletList1"/>
            </w:pPr>
            <w:r w:rsidRPr="00C72FDC">
              <w:t>Reads and interprets instructions and specifications for tending nursery plants and consolidates information to determine requirements</w:t>
            </w:r>
          </w:p>
        </w:tc>
      </w:tr>
      <w:tr w:rsidR="002E024C" w:rsidRPr="00336FCA" w:rsidDel="00423CB2" w14:paraId="0786D562" w14:textId="77777777" w:rsidTr="00CA2922">
        <w:tc>
          <w:tcPr>
            <w:tcW w:w="1396" w:type="pct"/>
          </w:tcPr>
          <w:p w14:paraId="1009F20A" w14:textId="77777777" w:rsidR="002E024C" w:rsidRPr="002E024C" w:rsidRDefault="002E024C" w:rsidP="002E024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8971829" w14:textId="77777777" w:rsidR="002E024C" w:rsidRPr="002E024C" w:rsidRDefault="002E024C" w:rsidP="002E024C">
            <w:pPr>
              <w:pStyle w:val="SIBulletList1"/>
            </w:pPr>
            <w:r w:rsidRPr="00C72FDC">
              <w:t xml:space="preserve">Prepares relevant reporting and other documentation using clear language, correct spelling and industry terminology </w:t>
            </w:r>
          </w:p>
        </w:tc>
      </w:tr>
      <w:tr w:rsidR="002E024C" w:rsidRPr="00336FCA" w:rsidDel="00423CB2" w14:paraId="6C71D033" w14:textId="77777777" w:rsidTr="00CD7A28">
        <w:trPr>
          <w:trHeight w:val="212"/>
        </w:trPr>
        <w:tc>
          <w:tcPr>
            <w:tcW w:w="1396" w:type="pct"/>
          </w:tcPr>
          <w:p w14:paraId="5AB4C713" w14:textId="77777777" w:rsidR="002E024C" w:rsidRPr="002E024C" w:rsidRDefault="002E024C" w:rsidP="002E024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445FFC3" w14:textId="77777777" w:rsidR="002E024C" w:rsidRPr="002E024C" w:rsidRDefault="002E024C" w:rsidP="002E024C">
            <w:pPr>
              <w:pStyle w:val="SIBulletList1"/>
            </w:pPr>
            <w:r w:rsidRPr="00C72FDC">
              <w:t>Performs basic calculations when checking environmental factors and preparing treatments</w:t>
            </w:r>
          </w:p>
        </w:tc>
      </w:tr>
      <w:tr w:rsidR="002E024C" w:rsidRPr="00336FCA" w:rsidDel="00423CB2" w14:paraId="40469FC7" w14:textId="77777777" w:rsidTr="00CD7A28">
        <w:trPr>
          <w:trHeight w:val="212"/>
        </w:trPr>
        <w:tc>
          <w:tcPr>
            <w:tcW w:w="1396" w:type="pct"/>
          </w:tcPr>
          <w:p w14:paraId="654D3819" w14:textId="77777777" w:rsidR="002E024C" w:rsidRPr="002E024C" w:rsidRDefault="002E024C" w:rsidP="002E024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E6E15C9" w14:textId="77777777" w:rsidR="002E024C" w:rsidRPr="002E024C" w:rsidRDefault="002E024C" w:rsidP="002E024C">
            <w:pPr>
              <w:pStyle w:val="SIBulletList1"/>
            </w:pPr>
            <w:r w:rsidRPr="00C72FDC">
              <w:t>Uses clear language and oral concepts when clarifying and confirming work requirements</w:t>
            </w:r>
          </w:p>
        </w:tc>
      </w:tr>
      <w:tr w:rsidR="002E024C" w:rsidRPr="00336FCA" w:rsidDel="00423CB2" w14:paraId="64A2DCEA" w14:textId="77777777" w:rsidTr="00CD7A28">
        <w:trPr>
          <w:trHeight w:val="212"/>
        </w:trPr>
        <w:tc>
          <w:tcPr>
            <w:tcW w:w="1396" w:type="pct"/>
          </w:tcPr>
          <w:p w14:paraId="706C7460" w14:textId="77777777" w:rsidR="002E024C" w:rsidRPr="002E024C" w:rsidRDefault="002E024C" w:rsidP="002E024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BB973F9" w14:textId="77777777" w:rsidR="002E024C" w:rsidRPr="002E024C" w:rsidRDefault="002E024C" w:rsidP="002E024C">
            <w:pPr>
              <w:pStyle w:val="SIBulletList1"/>
            </w:pPr>
            <w:r w:rsidRPr="00C72FDC">
              <w:t>Recognises organisational expectations and follows explicit protocols and procedures within defined level of responsibility</w:t>
            </w:r>
          </w:p>
        </w:tc>
      </w:tr>
      <w:tr w:rsidR="002E024C" w:rsidRPr="00336FCA" w:rsidDel="00423CB2" w14:paraId="3D0C0D61" w14:textId="77777777" w:rsidTr="00CD7A28">
        <w:trPr>
          <w:trHeight w:val="212"/>
        </w:trPr>
        <w:tc>
          <w:tcPr>
            <w:tcW w:w="1396" w:type="pct"/>
          </w:tcPr>
          <w:p w14:paraId="5701E575" w14:textId="77777777" w:rsidR="002E024C" w:rsidRPr="002E024C" w:rsidRDefault="002E024C" w:rsidP="002E024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ECC9B48" w14:textId="77777777" w:rsidR="002E024C" w:rsidRPr="002E024C" w:rsidRDefault="002E024C" w:rsidP="002E024C">
            <w:pPr>
              <w:pStyle w:val="SIBulletList1"/>
            </w:pPr>
            <w:r w:rsidRPr="00C72FDC">
              <w:t>Follows clearly defined instructions and sequencing, and monitors own progress for the task, seeks assistance when necessary</w:t>
            </w:r>
          </w:p>
          <w:p w14:paraId="248491CC" w14:textId="77777777" w:rsidR="002E024C" w:rsidRDefault="002E024C" w:rsidP="002E024C">
            <w:pPr>
              <w:pStyle w:val="SIBulletList1"/>
            </w:pPr>
            <w:r w:rsidRPr="00C72FDC">
              <w:t>Makes low-impact decisions around immediate clearly defined tasks</w:t>
            </w:r>
          </w:p>
          <w:p w14:paraId="0A6E1AF0" w14:textId="21A0A621" w:rsidR="00776F6B" w:rsidRPr="002E024C" w:rsidRDefault="00776F6B" w:rsidP="00776F6B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26A11D1" w14:textId="77777777" w:rsidR="00916CD7" w:rsidRDefault="00916CD7" w:rsidP="005F771F">
      <w:pPr>
        <w:pStyle w:val="SIText"/>
      </w:pPr>
    </w:p>
    <w:p w14:paraId="0A3A2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D47C36" w14:textId="77777777" w:rsidTr="00F33FF2">
        <w:tc>
          <w:tcPr>
            <w:tcW w:w="5000" w:type="pct"/>
            <w:gridSpan w:val="4"/>
          </w:tcPr>
          <w:p w14:paraId="751CB1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552A12" w14:textId="77777777" w:rsidTr="00F33FF2">
        <w:tc>
          <w:tcPr>
            <w:tcW w:w="1028" w:type="pct"/>
          </w:tcPr>
          <w:p w14:paraId="3AAE05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17B5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8F9AE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376CC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24C" w14:paraId="43042BB1" w14:textId="77777777" w:rsidTr="00F33FF2">
        <w:tc>
          <w:tcPr>
            <w:tcW w:w="1028" w:type="pct"/>
          </w:tcPr>
          <w:p w14:paraId="7C3BC037" w14:textId="2FFB4421" w:rsidR="002E024C" w:rsidRPr="002E024C" w:rsidRDefault="00263D8F" w:rsidP="002E024C">
            <w:pPr>
              <w:pStyle w:val="SIText"/>
            </w:pPr>
            <w:r>
              <w:t>FBPVIT</w:t>
            </w:r>
            <w:r w:rsidR="002E024C">
              <w:t>2007</w:t>
            </w:r>
            <w:r w:rsidR="002E024C" w:rsidRPr="002E024C">
              <w:t xml:space="preserve"> Tend containerised nursery plants</w:t>
            </w:r>
          </w:p>
        </w:tc>
        <w:tc>
          <w:tcPr>
            <w:tcW w:w="1105" w:type="pct"/>
          </w:tcPr>
          <w:p w14:paraId="1B49E95B" w14:textId="77777777" w:rsidR="002E024C" w:rsidRPr="002E024C" w:rsidRDefault="002E024C" w:rsidP="002E024C">
            <w:pPr>
              <w:pStyle w:val="SIText"/>
            </w:pPr>
            <w:r w:rsidRPr="00F50C22">
              <w:t>FDFWGG2007A Tend containerised nursery plants</w:t>
            </w:r>
          </w:p>
        </w:tc>
        <w:tc>
          <w:tcPr>
            <w:tcW w:w="1251" w:type="pct"/>
          </w:tcPr>
          <w:p w14:paraId="7D8A06C5" w14:textId="77777777" w:rsidR="002E024C" w:rsidRPr="002E024C" w:rsidRDefault="002E024C" w:rsidP="002E024C">
            <w:pPr>
              <w:pStyle w:val="SIText"/>
            </w:pPr>
            <w:r>
              <w:t>Updated to meet Standards for Training Packages</w:t>
            </w:r>
          </w:p>
          <w:p w14:paraId="3332B50B" w14:textId="77777777" w:rsidR="002E024C" w:rsidRPr="002E024C" w:rsidRDefault="002E024C" w:rsidP="002E024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3B583C0A" w14:textId="77777777" w:rsidR="002E024C" w:rsidRPr="002E024C" w:rsidRDefault="002E024C" w:rsidP="002E024C">
            <w:pPr>
              <w:pStyle w:val="SIText"/>
            </w:pPr>
            <w:r>
              <w:t>E</w:t>
            </w:r>
            <w:r w:rsidRPr="002E024C">
              <w:t>quivalent unit</w:t>
            </w:r>
          </w:p>
        </w:tc>
      </w:tr>
    </w:tbl>
    <w:p w14:paraId="120CF9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0"/>
        <w:gridCol w:w="7358"/>
      </w:tblGrid>
      <w:tr w:rsidR="00F578A4" w:rsidRPr="00A55106" w14:paraId="1E1D3343" w14:textId="77777777" w:rsidTr="00627EF8">
        <w:tc>
          <w:tcPr>
            <w:tcW w:w="1179" w:type="pct"/>
            <w:shd w:val="clear" w:color="auto" w:fill="auto"/>
          </w:tcPr>
          <w:p w14:paraId="16DBA2C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1" w:type="pct"/>
            <w:shd w:val="clear" w:color="auto" w:fill="auto"/>
          </w:tcPr>
          <w:p w14:paraId="03017FC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B90691B" w14:textId="6627BC55" w:rsidR="00F1480E" w:rsidRPr="000754EC" w:rsidRDefault="00F578A4" w:rsidP="00F578A4">
            <w:pPr>
              <w:pStyle w:val="SIText"/>
            </w:pPr>
            <w:r>
              <w:rPr>
                <w:rFonts w:eastAsiaTheme="minorHAnsi"/>
                <w:u w:color="0000E9"/>
                <w:lang w:val="en-US"/>
              </w:rPr>
              <w:t>https://vetnet.education.gov.au/Pages/TrainingDocs.aspx?q=78b15323-cd38-483e-aad7-1159b570a5c4</w:t>
            </w:r>
            <w:r w:rsidDel="00776F6B">
              <w:t xml:space="preserve"> </w:t>
            </w:r>
            <w:r>
              <w:br/>
            </w:r>
          </w:p>
        </w:tc>
      </w:tr>
    </w:tbl>
    <w:p w14:paraId="614464E2" w14:textId="77777777" w:rsidR="00F1480E" w:rsidRDefault="00F1480E" w:rsidP="005F771F">
      <w:pPr>
        <w:pStyle w:val="SIText"/>
      </w:pPr>
    </w:p>
    <w:p w14:paraId="17DF20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E024C" w:rsidRPr="00E91BFF" w14:paraId="3048A6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E4EB2C" w14:textId="649C5916" w:rsidR="002E024C" w:rsidRPr="002E024C" w:rsidRDefault="0018014D" w:rsidP="002E024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A1EF278" w14:textId="1D7105C9" w:rsidR="002E024C" w:rsidRPr="002E024C" w:rsidRDefault="0018014D" w:rsidP="0099222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372C34">
              <w:t xml:space="preserve"> </w:t>
            </w:r>
            <w:r w:rsidR="00263D8F">
              <w:t>FBPVIT</w:t>
            </w:r>
            <w:r>
              <w:t xml:space="preserve">2007 </w:t>
            </w:r>
            <w:r w:rsidR="002E024C" w:rsidRPr="00372C34">
              <w:t>Tend containerised nursery plants</w:t>
            </w:r>
          </w:p>
        </w:tc>
      </w:tr>
      <w:tr w:rsidR="00556C4C" w:rsidRPr="00A55106" w14:paraId="36ADD2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1F02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3993C3" w14:textId="77777777" w:rsidTr="00113678">
        <w:tc>
          <w:tcPr>
            <w:tcW w:w="5000" w:type="pct"/>
            <w:gridSpan w:val="2"/>
            <w:shd w:val="clear" w:color="auto" w:fill="auto"/>
          </w:tcPr>
          <w:p w14:paraId="457B6C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B067535" w14:textId="77777777" w:rsidR="0026394F" w:rsidRDefault="0026394F" w:rsidP="00E40225">
            <w:pPr>
              <w:pStyle w:val="SIText"/>
            </w:pPr>
          </w:p>
          <w:p w14:paraId="31CB4C18" w14:textId="03A2C99D" w:rsidR="002E024C" w:rsidRPr="002E024C" w:rsidRDefault="002E024C" w:rsidP="002E024C">
            <w:pPr>
              <w:pStyle w:val="SIText"/>
            </w:pPr>
            <w:r w:rsidRPr="00D52393">
              <w:t>There must be evidence that the individual has</w:t>
            </w:r>
            <w:r w:rsidRPr="002E024C">
              <w:t xml:space="preserve"> carried out the requirements to tend containerised nursery plants. Each of the following points much be demonstrated</w:t>
            </w:r>
            <w:r w:rsidR="00094AE3">
              <w:t>,</w:t>
            </w:r>
            <w:r w:rsidRPr="002E024C">
              <w:t xml:space="preserve"> at least once:</w:t>
            </w:r>
          </w:p>
          <w:p w14:paraId="5F330664" w14:textId="77777777" w:rsidR="002E024C" w:rsidRPr="002E024C" w:rsidRDefault="002E024C" w:rsidP="002E024C">
            <w:pPr>
              <w:pStyle w:val="SIBulletList1"/>
            </w:pPr>
            <w:r w:rsidRPr="00393F6B">
              <w:t>us</w:t>
            </w:r>
            <w:r w:rsidRPr="002E024C">
              <w:t>ing personal protective equipment</w:t>
            </w:r>
          </w:p>
          <w:p w14:paraId="438903B8" w14:textId="77777777" w:rsidR="002E024C" w:rsidRPr="002E024C" w:rsidRDefault="002E024C" w:rsidP="002E024C">
            <w:pPr>
              <w:pStyle w:val="SIBulletList1"/>
            </w:pPr>
            <w:r w:rsidRPr="00C72FDC">
              <w:t xml:space="preserve">interpreting and following </w:t>
            </w:r>
            <w:r w:rsidRPr="002E024C">
              <w:t xml:space="preserve">Material Safety Data Sheets (MSDS) other specified WHS procedures </w:t>
            </w:r>
          </w:p>
          <w:p w14:paraId="7A607811" w14:textId="77777777" w:rsidR="002E024C" w:rsidRPr="002E024C" w:rsidRDefault="002E024C" w:rsidP="002E024C">
            <w:pPr>
              <w:pStyle w:val="SIBulletList1"/>
            </w:pPr>
            <w:r w:rsidRPr="00C72FDC">
              <w:t xml:space="preserve">following hygiene procedures </w:t>
            </w:r>
          </w:p>
          <w:p w14:paraId="61EB164A" w14:textId="77777777" w:rsidR="002E024C" w:rsidRPr="002E024C" w:rsidRDefault="002E024C" w:rsidP="002E024C">
            <w:pPr>
              <w:pStyle w:val="SIBulletList1"/>
            </w:pPr>
            <w:r w:rsidRPr="00C72FDC">
              <w:t>selecting, mixing and applying chemical treatments according to instructions</w:t>
            </w:r>
          </w:p>
          <w:p w14:paraId="12C3074D" w14:textId="77777777" w:rsidR="002E024C" w:rsidRPr="002E024C" w:rsidRDefault="002E024C" w:rsidP="002E024C">
            <w:pPr>
              <w:pStyle w:val="SIBulletList1"/>
            </w:pPr>
            <w:r w:rsidRPr="00C72FDC">
              <w:t xml:space="preserve">sanitising </w:t>
            </w:r>
            <w:r w:rsidRPr="002E024C">
              <w:t xml:space="preserve">equipment </w:t>
            </w:r>
          </w:p>
          <w:p w14:paraId="5EFBD675" w14:textId="77777777" w:rsidR="002E024C" w:rsidRPr="002E024C" w:rsidRDefault="002E024C" w:rsidP="002E024C">
            <w:pPr>
              <w:pStyle w:val="SIBulletList1"/>
            </w:pPr>
            <w:r w:rsidRPr="00C72FDC">
              <w:t xml:space="preserve">monitor irrigation system and rectify or report faults </w:t>
            </w:r>
          </w:p>
          <w:p w14:paraId="7E5F3D43" w14:textId="77777777" w:rsidR="002E024C" w:rsidRDefault="002E024C" w:rsidP="002E024C">
            <w:pPr>
              <w:pStyle w:val="SIBulletList1"/>
            </w:pPr>
            <w:r w:rsidRPr="00C72FDC">
              <w:t>irrigat</w:t>
            </w:r>
            <w:r w:rsidRPr="002E024C">
              <w:t>ing and monitor plants to instructions.</w:t>
            </w:r>
          </w:p>
          <w:p w14:paraId="26BE2FB9" w14:textId="332BA2E9" w:rsidR="00556C4C" w:rsidRPr="000754EC" w:rsidRDefault="002E024C" w:rsidP="002E024C">
            <w:pPr>
              <w:pStyle w:val="SIBulletList1"/>
            </w:pPr>
            <w:proofErr w:type="gramStart"/>
            <w:r w:rsidRPr="00C72FDC">
              <w:t>m</w:t>
            </w:r>
            <w:r w:rsidRPr="002E024C">
              <w:t>aintaining</w:t>
            </w:r>
            <w:proofErr w:type="gramEnd"/>
            <w:r w:rsidRPr="002E024C">
              <w:t xml:space="preserve"> appropriate workplace records</w:t>
            </w:r>
            <w:r w:rsidR="00094AE3">
              <w:t>.</w:t>
            </w:r>
          </w:p>
        </w:tc>
      </w:tr>
    </w:tbl>
    <w:p w14:paraId="60E68B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2E68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5DAF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2A867A" w14:textId="77777777" w:rsidTr="00CA2922">
        <w:tc>
          <w:tcPr>
            <w:tcW w:w="5000" w:type="pct"/>
            <w:shd w:val="clear" w:color="auto" w:fill="auto"/>
          </w:tcPr>
          <w:p w14:paraId="50666C7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D2D9BB" w14:textId="77777777" w:rsidR="002E024C" w:rsidRPr="002E024C" w:rsidRDefault="002E024C" w:rsidP="002E024C">
            <w:pPr>
              <w:pStyle w:val="SIBulletList1"/>
            </w:pPr>
            <w:r w:rsidRPr="00DB12E4">
              <w:t xml:space="preserve">principles and operations of a range of irrigation systems used in </w:t>
            </w:r>
            <w:r w:rsidRPr="002E024C">
              <w:t>tending plants in nurseries:</w:t>
            </w:r>
          </w:p>
          <w:p w14:paraId="2CF7AF28" w14:textId="77777777" w:rsidR="002E024C" w:rsidRPr="002E024C" w:rsidRDefault="002E024C" w:rsidP="00627EF8">
            <w:pPr>
              <w:pStyle w:val="SIBulletList1"/>
            </w:pPr>
            <w:r>
              <w:t>maintaining irrigation system:</w:t>
            </w:r>
          </w:p>
          <w:p w14:paraId="35074B4D" w14:textId="77777777" w:rsidR="002E024C" w:rsidRPr="002E024C" w:rsidRDefault="002E024C" w:rsidP="00627EF8">
            <w:pPr>
              <w:pStyle w:val="SIBulletList2"/>
            </w:pPr>
            <w:r>
              <w:t>fixing blockages</w:t>
            </w:r>
          </w:p>
          <w:p w14:paraId="73E0A488" w14:textId="77777777" w:rsidR="002E024C" w:rsidRPr="002E024C" w:rsidRDefault="002E024C" w:rsidP="00627EF8">
            <w:pPr>
              <w:pStyle w:val="SIBulletList2"/>
            </w:pPr>
            <w:r>
              <w:t>servicing irrigation system components</w:t>
            </w:r>
          </w:p>
          <w:p w14:paraId="0C14F443" w14:textId="77777777" w:rsidR="002E024C" w:rsidRPr="002E024C" w:rsidRDefault="002E024C" w:rsidP="00627EF8">
            <w:pPr>
              <w:pStyle w:val="SIBulletList2"/>
            </w:pPr>
            <w:r>
              <w:t>identifying and reporting faulty components in an irrigation system</w:t>
            </w:r>
          </w:p>
          <w:p w14:paraId="1AEB75C0" w14:textId="77777777" w:rsidR="002E024C" w:rsidRPr="002E024C" w:rsidRDefault="002E024C" w:rsidP="00627EF8">
            <w:pPr>
              <w:pStyle w:val="SIBulletList2"/>
            </w:pPr>
            <w:r>
              <w:t>fixing leaking heads and hoses</w:t>
            </w:r>
          </w:p>
          <w:p w14:paraId="5610FE32" w14:textId="164C87DA" w:rsidR="002E024C" w:rsidRPr="002E024C" w:rsidRDefault="002E024C" w:rsidP="004737F6">
            <w:pPr>
              <w:pStyle w:val="SIBulletList1"/>
            </w:pPr>
            <w:r>
              <w:t>recognising under-performance of the irrigation system</w:t>
            </w:r>
            <w:r w:rsidR="004737F6">
              <w:t>,</w:t>
            </w:r>
            <w:bookmarkStart w:id="0" w:name="_GoBack"/>
            <w:bookmarkEnd w:id="0"/>
            <w:r>
              <w:t xml:space="preserve"> including:</w:t>
            </w:r>
          </w:p>
          <w:p w14:paraId="64F4ADE3" w14:textId="77777777" w:rsidR="002E024C" w:rsidRPr="002E024C" w:rsidRDefault="002E024C" w:rsidP="00627EF8">
            <w:pPr>
              <w:pStyle w:val="SIBulletList2"/>
            </w:pPr>
            <w:r>
              <w:t xml:space="preserve">dry </w:t>
            </w:r>
            <w:r w:rsidRPr="002E024C">
              <w:t>spots</w:t>
            </w:r>
          </w:p>
          <w:p w14:paraId="19BFC29F" w14:textId="77777777" w:rsidR="002E024C" w:rsidRPr="002E024C" w:rsidRDefault="002E024C" w:rsidP="00627EF8">
            <w:pPr>
              <w:pStyle w:val="SIBulletList2"/>
            </w:pPr>
            <w:r w:rsidRPr="002B4381">
              <w:t>water dumping</w:t>
            </w:r>
          </w:p>
          <w:p w14:paraId="6C9A097A" w14:textId="77777777" w:rsidR="002E024C" w:rsidRPr="002E024C" w:rsidRDefault="002E024C" w:rsidP="00627EF8">
            <w:pPr>
              <w:pStyle w:val="SIBulletList2"/>
            </w:pPr>
            <w:r w:rsidRPr="002B4381">
              <w:t>abnormal water</w:t>
            </w:r>
            <w:r w:rsidRPr="002E024C">
              <w:t xml:space="preserve"> flow</w:t>
            </w:r>
          </w:p>
          <w:p w14:paraId="6C6A849B" w14:textId="77777777" w:rsidR="002E024C" w:rsidRPr="002E024C" w:rsidRDefault="002E024C" w:rsidP="002E024C">
            <w:pPr>
              <w:pStyle w:val="SIBulletList1"/>
            </w:pPr>
            <w:r>
              <w:t xml:space="preserve">basic understanding of the </w:t>
            </w:r>
            <w:r w:rsidRPr="002E024C">
              <w:t>principles and practices of tending nursery plants:</w:t>
            </w:r>
          </w:p>
          <w:p w14:paraId="4D6E0EBE" w14:textId="77777777" w:rsidR="002E024C" w:rsidRPr="002E024C" w:rsidRDefault="002E024C" w:rsidP="002E024C">
            <w:pPr>
              <w:pStyle w:val="SIBulletList2"/>
            </w:pPr>
            <w:r>
              <w:t>weed control</w:t>
            </w:r>
          </w:p>
          <w:p w14:paraId="1238602D" w14:textId="13F7C1FE" w:rsidR="002E024C" w:rsidRPr="002E024C" w:rsidRDefault="002E024C" w:rsidP="002E024C">
            <w:pPr>
              <w:pStyle w:val="SIBulletList2"/>
            </w:pPr>
            <w:r>
              <w:t>nursery hygiene</w:t>
            </w:r>
          </w:p>
          <w:p w14:paraId="17CE46F6" w14:textId="77777777" w:rsidR="002E024C" w:rsidRPr="002E024C" w:rsidRDefault="002E024C" w:rsidP="00627EF8">
            <w:pPr>
              <w:pStyle w:val="SIBulletList2"/>
            </w:pPr>
            <w:r w:rsidRPr="002C5DA1">
              <w:t>removing dead or diseased plant materials</w:t>
            </w:r>
          </w:p>
          <w:p w14:paraId="5F851013" w14:textId="77777777" w:rsidR="002E024C" w:rsidRPr="002E024C" w:rsidRDefault="002E024C" w:rsidP="00627EF8">
            <w:pPr>
              <w:pStyle w:val="SIBulletList2"/>
            </w:pPr>
            <w:r w:rsidRPr="002C5DA1">
              <w:t>washing work area on transfer of plants</w:t>
            </w:r>
          </w:p>
          <w:p w14:paraId="0EC69866" w14:textId="77777777" w:rsidR="002E024C" w:rsidRPr="002E024C" w:rsidRDefault="002E024C" w:rsidP="00627EF8">
            <w:pPr>
              <w:pStyle w:val="SIBulletList2"/>
            </w:pPr>
            <w:r w:rsidRPr="002C5DA1">
              <w:t>disinfecting tools, equipment and work areas</w:t>
            </w:r>
          </w:p>
          <w:p w14:paraId="73D13F51" w14:textId="77777777" w:rsidR="002E024C" w:rsidRPr="002E024C" w:rsidRDefault="002E024C" w:rsidP="00627EF8">
            <w:pPr>
              <w:pStyle w:val="SIBulletList2"/>
            </w:pPr>
            <w:r w:rsidRPr="002C5DA1">
              <w:t>using foot baths on entry to different work areas</w:t>
            </w:r>
          </w:p>
          <w:p w14:paraId="3D770475" w14:textId="77777777" w:rsidR="002E024C" w:rsidRPr="002E024C" w:rsidRDefault="002E024C" w:rsidP="002E024C">
            <w:pPr>
              <w:pStyle w:val="SIBulletList1"/>
            </w:pPr>
            <w:r w:rsidRPr="00CB1394">
              <w:t>correct operating procedures for equipment</w:t>
            </w:r>
            <w:r w:rsidRPr="002E024C">
              <w:t>:</w:t>
            </w:r>
          </w:p>
          <w:p w14:paraId="19F2C410" w14:textId="77777777" w:rsidR="002E024C" w:rsidRPr="002E024C" w:rsidRDefault="002E024C" w:rsidP="002E024C">
            <w:pPr>
              <w:pStyle w:val="SIBulletList2"/>
            </w:pPr>
            <w:r>
              <w:t>preparing and using equipment:</w:t>
            </w:r>
          </w:p>
          <w:p w14:paraId="11585F33" w14:textId="77777777" w:rsidR="002E024C" w:rsidRPr="002E024C" w:rsidRDefault="002E024C" w:rsidP="00627EF8">
            <w:pPr>
              <w:pStyle w:val="SIBulletList2"/>
            </w:pPr>
            <w:r>
              <w:t>calibrating and adjusting equipment</w:t>
            </w:r>
          </w:p>
          <w:p w14:paraId="0648E2A6" w14:textId="77777777" w:rsidR="002E024C" w:rsidRPr="002E024C" w:rsidRDefault="002E024C" w:rsidP="00627EF8">
            <w:pPr>
              <w:pStyle w:val="SIBulletList2"/>
            </w:pPr>
            <w:r>
              <w:t>carrying out pre-operational checks</w:t>
            </w:r>
          </w:p>
          <w:p w14:paraId="352BB9D8" w14:textId="77777777" w:rsidR="002E024C" w:rsidRPr="002E024C" w:rsidRDefault="002E024C" w:rsidP="00627EF8">
            <w:pPr>
              <w:pStyle w:val="SIBulletList2"/>
            </w:pPr>
            <w:r>
              <w:t>cleaning equipment</w:t>
            </w:r>
          </w:p>
          <w:p w14:paraId="69856E81" w14:textId="77777777" w:rsidR="002E024C" w:rsidRPr="002E024C" w:rsidRDefault="002E024C" w:rsidP="00627EF8">
            <w:pPr>
              <w:pStyle w:val="SIBulletList2"/>
            </w:pPr>
            <w:r>
              <w:t>applying particular settings</w:t>
            </w:r>
          </w:p>
          <w:p w14:paraId="3EED3F4D" w14:textId="77777777" w:rsidR="002E024C" w:rsidRPr="002E024C" w:rsidRDefault="002E024C" w:rsidP="00627EF8">
            <w:pPr>
              <w:pStyle w:val="SIBulletList2"/>
            </w:pPr>
            <w:r>
              <w:t>shut down procedures</w:t>
            </w:r>
          </w:p>
          <w:p w14:paraId="2EA25127" w14:textId="77777777" w:rsidR="002E024C" w:rsidRPr="002E024C" w:rsidRDefault="002E024C" w:rsidP="002E024C">
            <w:pPr>
              <w:pStyle w:val="SIBulletList1"/>
            </w:pPr>
            <w:r>
              <w:t>work</w:t>
            </w:r>
            <w:r w:rsidRPr="002E024C">
              <w:t xml:space="preserve"> health and safety (WHS) hazards and controls:</w:t>
            </w:r>
          </w:p>
          <w:p w14:paraId="24101964" w14:textId="77777777" w:rsidR="002E024C" w:rsidRPr="002E024C" w:rsidRDefault="002E024C" w:rsidP="002E024C">
            <w:pPr>
              <w:pStyle w:val="SIBulletList2"/>
            </w:pPr>
            <w:r w:rsidRPr="00DB12E4">
              <w:t>purpose and application of personal protective clothing and/or equipment</w:t>
            </w:r>
          </w:p>
          <w:p w14:paraId="18AACB1A" w14:textId="77777777" w:rsidR="002E024C" w:rsidRPr="002E024C" w:rsidRDefault="002E024C" w:rsidP="002E024C">
            <w:pPr>
              <w:pStyle w:val="SIBulletList2"/>
            </w:pPr>
            <w:r w:rsidRPr="00DB12E4">
              <w:t>safe and effective handling procedures for equipment</w:t>
            </w:r>
          </w:p>
          <w:p w14:paraId="6B3E59A4" w14:textId="77777777" w:rsidR="002E024C" w:rsidRPr="002E024C" w:rsidRDefault="002E024C" w:rsidP="002E024C">
            <w:pPr>
              <w:pStyle w:val="SIBulletList2"/>
            </w:pPr>
            <w:r w:rsidRPr="00DB12E4">
              <w:t xml:space="preserve">safe preparation and handling of </w:t>
            </w:r>
            <w:r w:rsidRPr="002E024C">
              <w:t>treatments</w:t>
            </w:r>
          </w:p>
          <w:p w14:paraId="5201E76E" w14:textId="77777777" w:rsidR="002E024C" w:rsidRPr="002E024C" w:rsidRDefault="002E024C" w:rsidP="002E024C">
            <w:pPr>
              <w:pStyle w:val="SIBulletList1"/>
            </w:pPr>
            <w:r w:rsidRPr="00DB12E4">
              <w:t>environmental requirements of plants growing in a nursery setting</w:t>
            </w:r>
            <w:r w:rsidRPr="002E024C">
              <w:t xml:space="preserve">: </w:t>
            </w:r>
          </w:p>
          <w:p w14:paraId="2E1854BB" w14:textId="77777777" w:rsidR="002E024C" w:rsidRPr="002E024C" w:rsidRDefault="002E024C" w:rsidP="002E024C">
            <w:pPr>
              <w:pStyle w:val="SIBulletList2"/>
            </w:pPr>
            <w:r w:rsidRPr="00DB12E4">
              <w:t>environmental issues and controls</w:t>
            </w:r>
          </w:p>
          <w:p w14:paraId="767767BE" w14:textId="77777777" w:rsidR="002E024C" w:rsidRPr="002E024C" w:rsidRDefault="002E024C" w:rsidP="002E024C">
            <w:pPr>
              <w:pStyle w:val="SIBulletList1"/>
            </w:pPr>
            <w:r w:rsidRPr="00DB12E4">
              <w:t>cleaning requirements and procedures for work area and equipment</w:t>
            </w:r>
          </w:p>
          <w:p w14:paraId="5DD3CDBF" w14:textId="77777777" w:rsidR="002E024C" w:rsidRPr="002E024C" w:rsidRDefault="002E024C" w:rsidP="002E024C">
            <w:pPr>
              <w:pStyle w:val="SIBulletList1"/>
            </w:pPr>
            <w:r w:rsidRPr="00DB12E4">
              <w:t>waste disposal requirements and procedures</w:t>
            </w:r>
          </w:p>
          <w:p w14:paraId="1F765916" w14:textId="77777777" w:rsidR="002E024C" w:rsidRPr="002E024C" w:rsidRDefault="002E024C" w:rsidP="00627EF8">
            <w:pPr>
              <w:pStyle w:val="SIBulletList1"/>
            </w:pPr>
            <w:r w:rsidRPr="00DB12E4">
              <w:t>treatment practices and techniques for common problems</w:t>
            </w:r>
          </w:p>
          <w:p w14:paraId="1A446DCC" w14:textId="77777777" w:rsidR="002E024C" w:rsidRPr="002E024C" w:rsidRDefault="002E024C" w:rsidP="002E024C">
            <w:pPr>
              <w:pStyle w:val="SIBulletList1"/>
            </w:pPr>
            <w:r w:rsidRPr="00DB12E4">
              <w:t>procedures and responsibilities for reporting problems and anomalies</w:t>
            </w:r>
          </w:p>
          <w:p w14:paraId="4E34E58E" w14:textId="2828181F" w:rsidR="002E024C" w:rsidRDefault="002E024C" w:rsidP="00627EF8">
            <w:pPr>
              <w:pStyle w:val="SIBulletList1"/>
              <w:rPr>
                <w:rFonts w:eastAsia="Calibri"/>
              </w:rPr>
            </w:pPr>
            <w:proofErr w:type="gramStart"/>
            <w:r w:rsidRPr="00DB12E4">
              <w:t>reporting</w:t>
            </w:r>
            <w:proofErr w:type="gramEnd"/>
            <w:r w:rsidRPr="00DB12E4">
              <w:t xml:space="preserve"> and recording requirements and procedures</w:t>
            </w:r>
            <w:r w:rsidR="00094AE3">
              <w:t>.</w:t>
            </w:r>
          </w:p>
          <w:p w14:paraId="5E574623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B75E7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DE7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3A9E7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CDF771" w14:textId="77777777" w:rsidTr="00CA2922">
        <w:tc>
          <w:tcPr>
            <w:tcW w:w="5000" w:type="pct"/>
            <w:shd w:val="clear" w:color="auto" w:fill="auto"/>
          </w:tcPr>
          <w:p w14:paraId="264E734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EFECBF6" w14:textId="77777777" w:rsidR="002E024C" w:rsidRPr="002E024C" w:rsidRDefault="002E024C" w:rsidP="002E024C">
            <w:pPr>
              <w:pStyle w:val="SIBulletList1"/>
            </w:pPr>
            <w:r>
              <w:t>physical conditions:</w:t>
            </w:r>
          </w:p>
          <w:p w14:paraId="2FE35C22" w14:textId="3705BEBF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a workplace or an environment that accurately represents workplace conditions</w:t>
            </w:r>
          </w:p>
          <w:p w14:paraId="40524DEE" w14:textId="77777777" w:rsidR="002E024C" w:rsidRPr="002E024C" w:rsidRDefault="002E024C" w:rsidP="002E024C">
            <w:pPr>
              <w:pStyle w:val="SIBulletList1"/>
            </w:pPr>
            <w:r>
              <w:t>resources, e</w:t>
            </w:r>
            <w:r w:rsidRPr="002E024C">
              <w:t>quipment and materials:</w:t>
            </w:r>
          </w:p>
          <w:p w14:paraId="30848B8A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 xml:space="preserve">personal protective clothing and equipment </w:t>
            </w:r>
          </w:p>
          <w:p w14:paraId="67E9EC12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irrigation and maintenance equipment, services and corresponding information</w:t>
            </w:r>
          </w:p>
          <w:p w14:paraId="14125E8F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products and materials</w:t>
            </w:r>
          </w:p>
          <w:p w14:paraId="1FC25CA2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 xml:space="preserve">cleaning procedures, materials and equipment </w:t>
            </w:r>
          </w:p>
          <w:p w14:paraId="7E686DAB" w14:textId="72736945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documentation and recording requirements and procedures</w:t>
            </w:r>
          </w:p>
          <w:p w14:paraId="07442984" w14:textId="77777777" w:rsidR="002E024C" w:rsidRPr="002E024C" w:rsidRDefault="002E024C" w:rsidP="002E024C">
            <w:pPr>
              <w:pStyle w:val="SIBulletList1"/>
              <w:rPr>
                <w:rFonts w:eastAsia="Calibri"/>
              </w:rPr>
            </w:pPr>
            <w:r w:rsidRPr="002E024C">
              <w:rPr>
                <w:rFonts w:eastAsia="Calibri"/>
              </w:rPr>
              <w:t>specifications:</w:t>
            </w:r>
          </w:p>
          <w:p w14:paraId="5CF9721C" w14:textId="77777777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r w:rsidRPr="002E024C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689B8F1C" w14:textId="7D651250" w:rsidR="002E024C" w:rsidRPr="002E024C" w:rsidRDefault="002E024C" w:rsidP="002E024C">
            <w:pPr>
              <w:pStyle w:val="SIBulletList2"/>
              <w:rPr>
                <w:rFonts w:eastAsia="Calibri"/>
              </w:rPr>
            </w:pPr>
            <w:proofErr w:type="gramStart"/>
            <w:r w:rsidRPr="002E024C">
              <w:rPr>
                <w:rFonts w:eastAsia="Calibri"/>
              </w:rPr>
              <w:t>instructions</w:t>
            </w:r>
            <w:proofErr w:type="gramEnd"/>
            <w:r w:rsidRPr="002E024C">
              <w:rPr>
                <w:rFonts w:eastAsia="Calibri"/>
              </w:rPr>
              <w:t>, information, specifications and schedules</w:t>
            </w:r>
            <w:r w:rsidR="00094AE3">
              <w:rPr>
                <w:rFonts w:eastAsia="Calibri"/>
              </w:rPr>
              <w:t>.</w:t>
            </w:r>
          </w:p>
          <w:p w14:paraId="2765FD9A" w14:textId="77777777" w:rsidR="002E024C" w:rsidRPr="002E024C" w:rsidRDefault="002E024C" w:rsidP="002E024C">
            <w:pPr>
              <w:pStyle w:val="SIText"/>
            </w:pPr>
          </w:p>
          <w:p w14:paraId="0EBED59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A14B0C3" w14:textId="77777777" w:rsidR="00F1480E" w:rsidRPr="000754EC" w:rsidRDefault="00F1480E" w:rsidP="0018014D">
            <w:pPr>
              <w:pStyle w:val="SIText"/>
              <w:rPr>
                <w:rFonts w:eastAsia="Calibri"/>
              </w:rPr>
            </w:pPr>
          </w:p>
        </w:tc>
      </w:tr>
    </w:tbl>
    <w:p w14:paraId="769A72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1D2F46" w14:textId="77777777" w:rsidTr="004679E3">
        <w:tc>
          <w:tcPr>
            <w:tcW w:w="990" w:type="pct"/>
            <w:shd w:val="clear" w:color="auto" w:fill="auto"/>
          </w:tcPr>
          <w:p w14:paraId="1E1F11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FE3AA9" w14:textId="028274D0" w:rsidR="00CD7A28" w:rsidRPr="000754EC" w:rsidRDefault="002E024C" w:rsidP="002E024C">
            <w:pPr>
              <w:pStyle w:val="SIText"/>
            </w:pPr>
            <w:r w:rsidRPr="00A67A2D">
              <w:t xml:space="preserve">Companion Volumes, including Implementation Guides, are available at </w:t>
            </w:r>
            <w:proofErr w:type="spellStart"/>
            <w:r w:rsidRPr="00A67A2D">
              <w:t>VETNet</w:t>
            </w:r>
            <w:proofErr w:type="spellEnd"/>
            <w:r w:rsidRPr="00A67A2D">
              <w:t xml:space="preserve"> -https://vetnet.education.gov.au/Pages/TrainingDocs.aspx?q=78b15323-cd38-483e-aad7-</w:t>
            </w:r>
            <w:r w:rsidR="00F578A4">
              <w:br/>
            </w:r>
          </w:p>
        </w:tc>
      </w:tr>
    </w:tbl>
    <w:p w14:paraId="46AB6E0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C7073" w16cid:durableId="1D7CBEED"/>
  <w16cid:commentId w16cid:paraId="237FAA83" w16cid:durableId="1D7CBEEF"/>
  <w16cid:commentId w16cid:paraId="73BD254D" w16cid:durableId="1D7CBEF0"/>
  <w16cid:commentId w16cid:paraId="3244CD73" w16cid:durableId="1D7CBEF1"/>
  <w16cid:commentId w16cid:paraId="148A7D76" w16cid:durableId="1D7CBEF2"/>
  <w16cid:commentId w16cid:paraId="1FFBD2B0" w16cid:durableId="1D7CBEF3"/>
  <w16cid:commentId w16cid:paraId="1ACE73F8" w16cid:durableId="1D7CBEF4"/>
  <w16cid:commentId w16cid:paraId="29B3A831" w16cid:durableId="1D7CBEF5"/>
  <w16cid:commentId w16cid:paraId="6C482BDA" w16cid:durableId="1D7CBEF6"/>
  <w16cid:commentId w16cid:paraId="27C7320C" w16cid:durableId="1D7CBEF7"/>
  <w16cid:commentId w16cid:paraId="1FD7C6E9" w16cid:durableId="1D7CBEF8"/>
  <w16cid:commentId w16cid:paraId="33F6963D" w16cid:durableId="1D7CBEFA"/>
  <w16cid:commentId w16cid:paraId="15EE617A" w16cid:durableId="1D7CBEFB"/>
  <w16cid:commentId w16cid:paraId="751E4B73" w16cid:durableId="1D7CBEFC"/>
  <w16cid:commentId w16cid:paraId="26417B95" w16cid:durableId="1D7CBEFD"/>
  <w16cid:commentId w16cid:paraId="392EBFE6" w16cid:durableId="1D7CBF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90128" w14:textId="77777777" w:rsidR="00880C74" w:rsidRDefault="00880C74" w:rsidP="00BF3F0A">
      <w:r>
        <w:separator/>
      </w:r>
    </w:p>
    <w:p w14:paraId="05EE5059" w14:textId="77777777" w:rsidR="00880C74" w:rsidRDefault="00880C74"/>
  </w:endnote>
  <w:endnote w:type="continuationSeparator" w:id="0">
    <w:p w14:paraId="1B29801B" w14:textId="77777777" w:rsidR="00880C74" w:rsidRDefault="00880C74" w:rsidP="00BF3F0A">
      <w:r>
        <w:continuationSeparator/>
      </w:r>
    </w:p>
    <w:p w14:paraId="22244774" w14:textId="77777777" w:rsidR="00880C74" w:rsidRDefault="00880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2C5066" w14:textId="727B2E7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37F6">
          <w:rPr>
            <w:noProof/>
          </w:rPr>
          <w:t>4</w:t>
        </w:r>
        <w:r w:rsidRPr="000754EC">
          <w:fldChar w:fldCharType="end"/>
        </w:r>
      </w:p>
      <w:p w14:paraId="68153C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1BE3C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5BB06" w14:textId="77777777" w:rsidR="00880C74" w:rsidRDefault="00880C74" w:rsidP="00BF3F0A">
      <w:r>
        <w:separator/>
      </w:r>
    </w:p>
    <w:p w14:paraId="0BB4DDDA" w14:textId="77777777" w:rsidR="00880C74" w:rsidRDefault="00880C74"/>
  </w:footnote>
  <w:footnote w:type="continuationSeparator" w:id="0">
    <w:p w14:paraId="538C2E77" w14:textId="77777777" w:rsidR="00880C74" w:rsidRDefault="00880C74" w:rsidP="00BF3F0A">
      <w:r>
        <w:continuationSeparator/>
      </w:r>
    </w:p>
    <w:p w14:paraId="43DF5D6D" w14:textId="77777777" w:rsidR="00880C74" w:rsidRDefault="00880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4540B" w14:textId="315F4990" w:rsidR="009C2650" w:rsidRPr="000754EC" w:rsidRDefault="00263D8F" w:rsidP="0018014D">
    <w:r>
      <w:t>FBPVIT</w:t>
    </w:r>
    <w:r w:rsidR="00422FCB">
      <w:t>2007</w:t>
    </w:r>
    <w:r w:rsidR="00422FCB" w:rsidRPr="00F50C22">
      <w:t xml:space="preserve"> Tend containerised nursery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C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AE3"/>
    <w:rsid w:val="000A5441"/>
    <w:rsid w:val="000B2A0A"/>
    <w:rsid w:val="000C149A"/>
    <w:rsid w:val="000C224E"/>
    <w:rsid w:val="000E25E6"/>
    <w:rsid w:val="000E2C86"/>
    <w:rsid w:val="000F29F2"/>
    <w:rsid w:val="00101659"/>
    <w:rsid w:val="001078BF"/>
    <w:rsid w:val="00115301"/>
    <w:rsid w:val="00133957"/>
    <w:rsid w:val="001372F6"/>
    <w:rsid w:val="00144385"/>
    <w:rsid w:val="00146EEC"/>
    <w:rsid w:val="00151D55"/>
    <w:rsid w:val="00151D93"/>
    <w:rsid w:val="00156EF3"/>
    <w:rsid w:val="00176E4F"/>
    <w:rsid w:val="0018014D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8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24C"/>
    <w:rsid w:val="002E193E"/>
    <w:rsid w:val="00310A6A"/>
    <w:rsid w:val="003144E6"/>
    <w:rsid w:val="00330B1B"/>
    <w:rsid w:val="00337E82"/>
    <w:rsid w:val="00346FDC"/>
    <w:rsid w:val="00350BB1"/>
    <w:rsid w:val="00352C83"/>
    <w:rsid w:val="00366805"/>
    <w:rsid w:val="0037067D"/>
    <w:rsid w:val="0038735B"/>
    <w:rsid w:val="003916D1"/>
    <w:rsid w:val="003A141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7C4"/>
    <w:rsid w:val="004127E3"/>
    <w:rsid w:val="00422FCB"/>
    <w:rsid w:val="0043212E"/>
    <w:rsid w:val="00434366"/>
    <w:rsid w:val="00434ECE"/>
    <w:rsid w:val="00444423"/>
    <w:rsid w:val="00452F3E"/>
    <w:rsid w:val="004640AE"/>
    <w:rsid w:val="004679E3"/>
    <w:rsid w:val="004737F6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EF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FF"/>
    <w:rsid w:val="007444CF"/>
    <w:rsid w:val="00752C75"/>
    <w:rsid w:val="00757005"/>
    <w:rsid w:val="00761DBE"/>
    <w:rsid w:val="0076523B"/>
    <w:rsid w:val="00771B60"/>
    <w:rsid w:val="00776F6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0C7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BD"/>
    <w:rsid w:val="009527CB"/>
    <w:rsid w:val="00953835"/>
    <w:rsid w:val="00960F6C"/>
    <w:rsid w:val="00970747"/>
    <w:rsid w:val="0099222B"/>
    <w:rsid w:val="009A5900"/>
    <w:rsid w:val="009A6E6C"/>
    <w:rsid w:val="009A6F3F"/>
    <w:rsid w:val="009B331A"/>
    <w:rsid w:val="009C2650"/>
    <w:rsid w:val="009C3BF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138"/>
    <w:rsid w:val="00A5092E"/>
    <w:rsid w:val="00A554D6"/>
    <w:rsid w:val="00A56E14"/>
    <w:rsid w:val="00A6476B"/>
    <w:rsid w:val="00A736B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9B9"/>
    <w:rsid w:val="00BC5075"/>
    <w:rsid w:val="00BC5419"/>
    <w:rsid w:val="00BD3B0F"/>
    <w:rsid w:val="00BF1D4C"/>
    <w:rsid w:val="00BF28F0"/>
    <w:rsid w:val="00BF3F0A"/>
    <w:rsid w:val="00C143C3"/>
    <w:rsid w:val="00C1739B"/>
    <w:rsid w:val="00C21ADE"/>
    <w:rsid w:val="00C26067"/>
    <w:rsid w:val="00C30A29"/>
    <w:rsid w:val="00C317DC"/>
    <w:rsid w:val="00C578E9"/>
    <w:rsid w:val="00C64AB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19C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060"/>
    <w:rsid w:val="00ED46E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8A4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1C831"/>
  <w15:docId w15:val="{25508AEC-D219-41E0-B23C-ECA673CC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08303-35B3-4480-8635-1E87DC632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7B0FA5-D788-45AC-B3C3-4D17D697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5</cp:revision>
  <cp:lastPrinted>2016-05-27T05:21:00Z</cp:lastPrinted>
  <dcterms:created xsi:type="dcterms:W3CDTF">2017-11-13T22:51:00Z</dcterms:created>
  <dcterms:modified xsi:type="dcterms:W3CDTF">2017-11-14T01:55:00Z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